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724E2" w14:textId="09054620" w:rsidR="00EA210B" w:rsidRDefault="00750E4A" w:rsidP="00B17096">
      <w:r w:rsidRPr="002C3831">
        <w:t>T</w:t>
      </w:r>
      <w:r w:rsidR="002C3831" w:rsidRPr="002C3831">
        <w:t>ext</w:t>
      </w:r>
    </w:p>
    <w:p w14:paraId="3AFAF472" w14:textId="2A5FDC3E" w:rsidR="00750E4A" w:rsidRDefault="00750E4A" w:rsidP="00B17096"/>
    <w:p w14:paraId="3A910D37" w14:textId="69B4D6E3" w:rsidR="00750E4A" w:rsidRDefault="00750E4A" w:rsidP="00B17096"/>
    <w:p w14:paraId="59A4AF7C" w14:textId="1DED0CE7" w:rsidR="00750E4A" w:rsidRDefault="00750E4A" w:rsidP="00B17096"/>
    <w:p w14:paraId="2A14C021" w14:textId="791B6D07" w:rsidR="00750E4A" w:rsidRDefault="00750E4A" w:rsidP="00B17096"/>
    <w:p w14:paraId="2C32AAD8" w14:textId="2ED0D957" w:rsidR="00750E4A" w:rsidRDefault="00750E4A" w:rsidP="00B17096"/>
    <w:p w14:paraId="1D2EB347" w14:textId="23A06803" w:rsidR="00750E4A" w:rsidRDefault="00750E4A" w:rsidP="00B17096"/>
    <w:p w14:paraId="5BC2FDED" w14:textId="629447D6" w:rsidR="00750E4A" w:rsidRDefault="00750E4A" w:rsidP="00B17096"/>
    <w:p w14:paraId="6D94B54E" w14:textId="7CFC65FF" w:rsidR="00750E4A" w:rsidRDefault="00750E4A" w:rsidP="00B17096"/>
    <w:p w14:paraId="79E1E0CB" w14:textId="6979C102" w:rsidR="00750E4A" w:rsidRDefault="00750E4A" w:rsidP="00B17096"/>
    <w:p w14:paraId="7EEE4DE7" w14:textId="172F9181" w:rsidR="00750E4A" w:rsidRDefault="00750E4A" w:rsidP="00B17096"/>
    <w:p w14:paraId="16EDBBA3" w14:textId="3944116A" w:rsidR="00750E4A" w:rsidRDefault="00750E4A" w:rsidP="00B17096"/>
    <w:p w14:paraId="035CE801" w14:textId="1E3D0F56" w:rsidR="00750E4A" w:rsidRDefault="00750E4A" w:rsidP="00B17096"/>
    <w:p w14:paraId="278206B9" w14:textId="4248AEB0" w:rsidR="00750E4A" w:rsidRDefault="00750E4A" w:rsidP="00B17096"/>
    <w:p w14:paraId="79627AB6" w14:textId="520AA415" w:rsidR="00750E4A" w:rsidRDefault="00750E4A" w:rsidP="00B17096"/>
    <w:p w14:paraId="7D459F27" w14:textId="72F7A017" w:rsidR="00750E4A" w:rsidRDefault="00750E4A" w:rsidP="00B17096"/>
    <w:p w14:paraId="20C57530" w14:textId="522D7C64" w:rsidR="00750E4A" w:rsidRDefault="00750E4A" w:rsidP="00B17096"/>
    <w:p w14:paraId="3609ECE2" w14:textId="35D16ACD" w:rsidR="00750E4A" w:rsidRDefault="00750E4A" w:rsidP="00B17096"/>
    <w:p w14:paraId="3DFB0600" w14:textId="62220B6F" w:rsidR="00750E4A" w:rsidRDefault="00750E4A" w:rsidP="00B17096"/>
    <w:p w14:paraId="4F1D8E92" w14:textId="3BF34A6F" w:rsidR="00750E4A" w:rsidRDefault="00750E4A" w:rsidP="00B17096"/>
    <w:p w14:paraId="7F7B6487" w14:textId="3BCC97F0" w:rsidR="00750E4A" w:rsidRDefault="00750E4A" w:rsidP="00B17096"/>
    <w:p w14:paraId="32EDA6A2" w14:textId="621E6386" w:rsidR="00750E4A" w:rsidRDefault="00750E4A" w:rsidP="00B17096"/>
    <w:p w14:paraId="33858124" w14:textId="77777777" w:rsidR="00750E4A" w:rsidRDefault="00750E4A" w:rsidP="00750E4A">
      <w:pPr>
        <w:rPr>
          <w:lang w:val="de-DE"/>
        </w:rPr>
      </w:pPr>
      <w:r>
        <w:rPr>
          <w:lang w:val="de-DE"/>
        </w:rPr>
        <w:t>Name</w:t>
      </w:r>
    </w:p>
    <w:p w14:paraId="23B7FED9" w14:textId="77777777" w:rsidR="00750E4A" w:rsidRDefault="00750E4A" w:rsidP="00750E4A">
      <w:pPr>
        <w:rPr>
          <w:lang w:val="de-DE"/>
        </w:rPr>
      </w:pPr>
      <w:r>
        <w:rPr>
          <w:lang w:val="de-DE"/>
        </w:rPr>
        <w:t>Title</w:t>
      </w:r>
    </w:p>
    <w:p w14:paraId="64B88A38" w14:textId="77777777" w:rsidR="00750E4A" w:rsidRPr="0056273B" w:rsidRDefault="00750E4A" w:rsidP="00750E4A">
      <w:r>
        <w:rPr>
          <w:lang w:val="de-DE"/>
        </w:rPr>
        <w:t>Guttman Energy, Inc. (this is required after all signatures)</w:t>
      </w:r>
    </w:p>
    <w:p w14:paraId="42DD013E" w14:textId="77777777" w:rsidR="00750E4A" w:rsidRPr="002C3831" w:rsidRDefault="00750E4A" w:rsidP="00B17096"/>
    <w:sectPr w:rsidR="00750E4A" w:rsidRPr="002C3831" w:rsidSect="004C5C52">
      <w:headerReference w:type="default" r:id="rId7"/>
      <w:headerReference w:type="first" r:id="rId8"/>
      <w:footerReference w:type="first" r:id="rId9"/>
      <w:pgSz w:w="12240" w:h="15840"/>
      <w:pgMar w:top="2880" w:right="1440" w:bottom="2520" w:left="18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60DCD0" w14:textId="77777777" w:rsidR="00640D00" w:rsidRDefault="00640D00">
      <w:r>
        <w:separator/>
      </w:r>
    </w:p>
  </w:endnote>
  <w:endnote w:type="continuationSeparator" w:id="0">
    <w:p w14:paraId="37379D4B" w14:textId="77777777" w:rsidR="00640D00" w:rsidRDefault="00640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30A5D" w14:textId="77777777" w:rsidR="00750E4A" w:rsidRPr="00086BE1" w:rsidRDefault="00750E4A" w:rsidP="00750E4A">
    <w:pPr>
      <w:pStyle w:val="BodyText"/>
      <w:spacing w:line="360" w:lineRule="auto"/>
      <w:rPr>
        <w:color w:val="C40D3B"/>
      </w:rPr>
    </w:pPr>
    <w:r w:rsidRPr="00086BE1">
      <w:rPr>
        <w:noProof/>
        <w:color w:val="C40D3B"/>
      </w:rPr>
      <w:drawing>
        <wp:anchor distT="0" distB="0" distL="114300" distR="114300" simplePos="0" relativeHeight="251667968" behindDoc="0" locked="0" layoutInCell="1" allowOverlap="1" wp14:anchorId="10FAC5C2" wp14:editId="7F814F3B">
          <wp:simplePos x="0" y="0"/>
          <wp:positionH relativeFrom="column">
            <wp:posOffset>1143000</wp:posOffset>
          </wp:positionH>
          <wp:positionV relativeFrom="paragraph">
            <wp:posOffset>8165465</wp:posOffset>
          </wp:positionV>
          <wp:extent cx="3657600" cy="1377950"/>
          <wp:effectExtent l="25400" t="0" r="0" b="0"/>
          <wp:wrapNone/>
          <wp:docPr id="93" name="Picture 93" descr="ZBrand-Art:Active Clients:Guttman Group:GUT-2731 GE Energy Stationery:ASSETS:Addres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ZBrand-Art:Active Clients:Guttman Group:GUT-2731 GE Energy Stationery:ASSETS:Addres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7600" cy="1377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086BE1">
      <w:rPr>
        <w:color w:val="C40D3B"/>
      </w:rPr>
      <w:t>Guttman Energy, Inc.</w:t>
    </w:r>
  </w:p>
  <w:p w14:paraId="4B016E8C" w14:textId="77777777" w:rsidR="00750E4A" w:rsidRDefault="00750E4A" w:rsidP="00750E4A">
    <w:pPr>
      <w:pStyle w:val="BodyText"/>
      <w:spacing w:line="360" w:lineRule="auto"/>
    </w:pPr>
    <w:r w:rsidRPr="00086BE1">
      <w:rPr>
        <w:color w:val="225F92"/>
      </w:rPr>
      <w:t xml:space="preserve">200 Speers Street  </w:t>
    </w:r>
    <w:r w:rsidRPr="00086BE1">
      <w:rPr>
        <w:color w:val="C40D3B"/>
      </w:rPr>
      <w:t>|</w:t>
    </w:r>
    <w:r w:rsidRPr="00BC619C">
      <w:rPr>
        <w:color w:val="C00000"/>
      </w:rPr>
      <w:t xml:space="preserve">  </w:t>
    </w:r>
    <w:r w:rsidRPr="00086BE1">
      <w:rPr>
        <w:color w:val="225F92"/>
      </w:rPr>
      <w:t>Belle Vernon, PA 15012</w:t>
    </w:r>
    <w:r w:rsidRPr="00BC619C">
      <w:br/>
    </w:r>
    <w:r w:rsidRPr="00086BE1">
      <w:rPr>
        <w:color w:val="225F92"/>
      </w:rPr>
      <w:t>T: 800.245.</w:t>
    </w:r>
    <w:r>
      <w:rPr>
        <w:color w:val="225F92"/>
      </w:rPr>
      <w:t>5955</w:t>
    </w:r>
    <w:r w:rsidRPr="00086BE1">
      <w:rPr>
        <w:color w:val="225F92"/>
      </w:rPr>
      <w:t xml:space="preserve">  724.48</w:t>
    </w:r>
    <w:r>
      <w:rPr>
        <w:color w:val="225F92"/>
      </w:rPr>
      <w:t>9</w:t>
    </w:r>
    <w:r w:rsidRPr="00086BE1">
      <w:rPr>
        <w:color w:val="225F92"/>
      </w:rPr>
      <w:t>.</w:t>
    </w:r>
    <w:r>
      <w:rPr>
        <w:color w:val="225F92"/>
      </w:rPr>
      <w:t>5199</w:t>
    </w:r>
    <w:r w:rsidRPr="00086BE1">
      <w:rPr>
        <w:color w:val="225F92"/>
      </w:rPr>
      <w:t xml:space="preserve">  </w:t>
    </w:r>
    <w:r w:rsidRPr="00086BE1">
      <w:rPr>
        <w:color w:val="C40D3B"/>
      </w:rPr>
      <w:t>|</w:t>
    </w:r>
    <w:r w:rsidRPr="00BC619C">
      <w:rPr>
        <w:color w:val="C00000"/>
      </w:rPr>
      <w:t xml:space="preserve">  </w:t>
    </w:r>
    <w:r w:rsidRPr="00086BE1">
      <w:rPr>
        <w:color w:val="225F92"/>
      </w:rPr>
      <w:t>F: 724.48</w:t>
    </w:r>
    <w:r>
      <w:rPr>
        <w:color w:val="225F92"/>
      </w:rPr>
      <w:t>3</w:t>
    </w:r>
    <w:r w:rsidRPr="00086BE1">
      <w:rPr>
        <w:color w:val="225F92"/>
      </w:rPr>
      <w:t>.5</w:t>
    </w:r>
    <w:r>
      <w:rPr>
        <w:color w:val="225F92"/>
      </w:rPr>
      <w:t>226</w:t>
    </w:r>
    <w:r w:rsidRPr="00086BE1">
      <w:rPr>
        <w:color w:val="225F92"/>
      </w:rPr>
      <w:t xml:space="preserve">  </w:t>
    </w:r>
    <w:r>
      <w:tab/>
    </w:r>
    <w:r>
      <w:br/>
    </w:r>
    <w:r w:rsidRPr="00086BE1">
      <w:rPr>
        <w:color w:val="C40D3B"/>
      </w:rPr>
      <w:t>guttmanenergy.com</w:t>
    </w:r>
  </w:p>
  <w:p w14:paraId="17D2E692" w14:textId="322F9818" w:rsidR="00EE79C2" w:rsidRDefault="00853AE4" w:rsidP="006729FD">
    <w:pPr>
      <w:pStyle w:val="BodyText"/>
      <w:spacing w:line="360" w:lineRule="auto"/>
    </w:pPr>
    <w:r>
      <w:rPr>
        <w:noProof/>
      </w:rPr>
      <w:drawing>
        <wp:anchor distT="0" distB="0" distL="114300" distR="114300" simplePos="0" relativeHeight="251662848" behindDoc="0" locked="0" layoutInCell="1" allowOverlap="1" wp14:anchorId="64F23EAA" wp14:editId="66EA9C8B">
          <wp:simplePos x="0" y="0"/>
          <wp:positionH relativeFrom="column">
            <wp:posOffset>1143000</wp:posOffset>
          </wp:positionH>
          <wp:positionV relativeFrom="paragraph">
            <wp:posOffset>8165465</wp:posOffset>
          </wp:positionV>
          <wp:extent cx="3657600" cy="1377950"/>
          <wp:effectExtent l="25400" t="0" r="0" b="0"/>
          <wp:wrapNone/>
          <wp:docPr id="18" name="Picture 18" descr="ZBrand-Art:Active Clients:Guttman Group:GUT-2731 GE Energy Stationery:ASSETS:Addres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ZBrand-Art:Active Clients:Guttman Group:GUT-2731 GE Energy Stationery:ASSETS:Addres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7600" cy="1377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04512" w14:textId="77777777" w:rsidR="00640D00" w:rsidRDefault="00640D00">
      <w:r>
        <w:separator/>
      </w:r>
    </w:p>
  </w:footnote>
  <w:footnote w:type="continuationSeparator" w:id="0">
    <w:p w14:paraId="08B8FD73" w14:textId="77777777" w:rsidR="00640D00" w:rsidRDefault="00640D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7B961" w14:textId="77777777" w:rsidR="00EE79C2" w:rsidRDefault="00853AE4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0" allowOverlap="0" wp14:anchorId="723A3FB5" wp14:editId="3FAAEB0E">
          <wp:simplePos x="0" y="0"/>
          <wp:positionH relativeFrom="page">
            <wp:posOffset>548640</wp:posOffset>
          </wp:positionH>
          <wp:positionV relativeFrom="page">
            <wp:posOffset>804545</wp:posOffset>
          </wp:positionV>
          <wp:extent cx="575945" cy="457200"/>
          <wp:effectExtent l="25400" t="0" r="8255" b="0"/>
          <wp:wrapNone/>
          <wp:docPr id="15" name="Picture 15" descr="oi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oil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r="72000"/>
                  <a:stretch>
                    <a:fillRect/>
                  </a:stretch>
                </pic:blipFill>
                <pic:spPr bwMode="auto">
                  <a:xfrm>
                    <a:off x="0" y="0"/>
                    <a:ext cx="57594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B42B1" w14:textId="32D0492D" w:rsidR="00EE79C2" w:rsidRDefault="00A2114E" w:rsidP="00853AE4">
    <w:pPr>
      <w:pStyle w:val="Header"/>
      <w:spacing w:before="240"/>
    </w:pPr>
    <w:r>
      <w:rPr>
        <w:noProof/>
      </w:rPr>
      <w:drawing>
        <wp:inline distT="0" distB="0" distL="0" distR="0" wp14:anchorId="150CF79B" wp14:editId="7EEF0644">
          <wp:extent cx="4803877" cy="567925"/>
          <wp:effectExtent l="0" t="0" r="0" b="0"/>
          <wp:docPr id="186854622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68546225" name="Picture 186854622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20629" cy="5817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71A8CAA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636446B"/>
    <w:multiLevelType w:val="hybridMultilevel"/>
    <w:tmpl w:val="884C6D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FE7387"/>
    <w:multiLevelType w:val="hybridMultilevel"/>
    <w:tmpl w:val="B09E0D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031B67"/>
    <w:multiLevelType w:val="hybridMultilevel"/>
    <w:tmpl w:val="D62277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695AF5"/>
    <w:multiLevelType w:val="hybridMultilevel"/>
    <w:tmpl w:val="08C26F2E"/>
    <w:lvl w:ilvl="0" w:tplc="C8C8137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926867"/>
    <w:multiLevelType w:val="hybridMultilevel"/>
    <w:tmpl w:val="192C0D4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C4F3218"/>
    <w:multiLevelType w:val="hybridMultilevel"/>
    <w:tmpl w:val="4ADE9A0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BA2A31"/>
    <w:multiLevelType w:val="hybridMultilevel"/>
    <w:tmpl w:val="C53ABD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A67689"/>
    <w:multiLevelType w:val="hybridMultilevel"/>
    <w:tmpl w:val="445AADBA"/>
    <w:lvl w:ilvl="0" w:tplc="F6D84C72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4A851AE"/>
    <w:multiLevelType w:val="hybridMultilevel"/>
    <w:tmpl w:val="16C87AE8"/>
    <w:lvl w:ilvl="0" w:tplc="9A3A392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AE6AEC"/>
    <w:multiLevelType w:val="hybridMultilevel"/>
    <w:tmpl w:val="9DCAE5CC"/>
    <w:lvl w:ilvl="0" w:tplc="60563A3C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491A4E"/>
    <w:multiLevelType w:val="hybridMultilevel"/>
    <w:tmpl w:val="8ED4F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9732498">
    <w:abstractNumId w:val="0"/>
  </w:num>
  <w:num w:numId="2" w16cid:durableId="994844367">
    <w:abstractNumId w:val="7"/>
  </w:num>
  <w:num w:numId="3" w16cid:durableId="1248611509">
    <w:abstractNumId w:val="4"/>
  </w:num>
  <w:num w:numId="4" w16cid:durableId="1281650308">
    <w:abstractNumId w:val="6"/>
  </w:num>
  <w:num w:numId="5" w16cid:durableId="828861354">
    <w:abstractNumId w:val="8"/>
  </w:num>
  <w:num w:numId="6" w16cid:durableId="983781261">
    <w:abstractNumId w:val="10"/>
  </w:num>
  <w:num w:numId="7" w16cid:durableId="275408654">
    <w:abstractNumId w:val="9"/>
  </w:num>
  <w:num w:numId="8" w16cid:durableId="1339843658">
    <w:abstractNumId w:val="3"/>
  </w:num>
  <w:num w:numId="9" w16cid:durableId="1198858076">
    <w:abstractNumId w:val="5"/>
  </w:num>
  <w:num w:numId="10" w16cid:durableId="445005758">
    <w:abstractNumId w:val="1"/>
  </w:num>
  <w:num w:numId="11" w16cid:durableId="672412024">
    <w:abstractNumId w:val="11"/>
  </w:num>
  <w:num w:numId="12" w16cid:durableId="8776677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embedSystemFonts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F63"/>
    <w:rsid w:val="00035771"/>
    <w:rsid w:val="00042466"/>
    <w:rsid w:val="000B0C9C"/>
    <w:rsid w:val="000D386E"/>
    <w:rsid w:val="00111EA0"/>
    <w:rsid w:val="00116A47"/>
    <w:rsid w:val="00177B65"/>
    <w:rsid w:val="00195564"/>
    <w:rsid w:val="001B2944"/>
    <w:rsid w:val="002045F6"/>
    <w:rsid w:val="002424CB"/>
    <w:rsid w:val="0025265F"/>
    <w:rsid w:val="002C3831"/>
    <w:rsid w:val="00326F63"/>
    <w:rsid w:val="003950DF"/>
    <w:rsid w:val="003A3D9F"/>
    <w:rsid w:val="003A3ECB"/>
    <w:rsid w:val="003C541A"/>
    <w:rsid w:val="003F7674"/>
    <w:rsid w:val="00446420"/>
    <w:rsid w:val="00475D30"/>
    <w:rsid w:val="004A02AC"/>
    <w:rsid w:val="004A6407"/>
    <w:rsid w:val="004C5C52"/>
    <w:rsid w:val="0056273B"/>
    <w:rsid w:val="00570A3A"/>
    <w:rsid w:val="005A6702"/>
    <w:rsid w:val="005D45E0"/>
    <w:rsid w:val="00616C96"/>
    <w:rsid w:val="006342E4"/>
    <w:rsid w:val="00640D00"/>
    <w:rsid w:val="006729FD"/>
    <w:rsid w:val="006973F1"/>
    <w:rsid w:val="00732AD4"/>
    <w:rsid w:val="00741B3C"/>
    <w:rsid w:val="00750E4A"/>
    <w:rsid w:val="00751060"/>
    <w:rsid w:val="007A432E"/>
    <w:rsid w:val="007B2875"/>
    <w:rsid w:val="007E2D2A"/>
    <w:rsid w:val="00853AE4"/>
    <w:rsid w:val="009046BA"/>
    <w:rsid w:val="00907A7B"/>
    <w:rsid w:val="00A2114E"/>
    <w:rsid w:val="00A76EF0"/>
    <w:rsid w:val="00AF160E"/>
    <w:rsid w:val="00B17096"/>
    <w:rsid w:val="00B533FF"/>
    <w:rsid w:val="00B66863"/>
    <w:rsid w:val="00BA0B43"/>
    <w:rsid w:val="00BB57E1"/>
    <w:rsid w:val="00BF12E6"/>
    <w:rsid w:val="00C135E1"/>
    <w:rsid w:val="00C35C77"/>
    <w:rsid w:val="00CA4383"/>
    <w:rsid w:val="00D05D2B"/>
    <w:rsid w:val="00D22574"/>
    <w:rsid w:val="00D27411"/>
    <w:rsid w:val="00D562D4"/>
    <w:rsid w:val="00E2285B"/>
    <w:rsid w:val="00EA210B"/>
    <w:rsid w:val="00EC2A1E"/>
    <w:rsid w:val="00EC5C38"/>
    <w:rsid w:val="00EE79C2"/>
    <w:rsid w:val="00F15B28"/>
    <w:rsid w:val="00F23315"/>
    <w:rsid w:val="00FE02D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C768E5"/>
  <w15:docId w15:val="{018B1045-9523-4B10-B7AC-CA4BC2D62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75D30"/>
    <w:rPr>
      <w:rFonts w:ascii="Calibri" w:eastAsiaTheme="minorHAnsi" w:hAnsi="Calibri" w:cs="Calibri"/>
      <w:sz w:val="22"/>
      <w:szCs w:val="22"/>
    </w:rPr>
  </w:style>
  <w:style w:type="paragraph" w:styleId="Heading1">
    <w:name w:val="heading 1"/>
    <w:basedOn w:val="Normal"/>
    <w:next w:val="Normal"/>
    <w:qFormat/>
    <w:rsid w:val="004C5C52"/>
    <w:pPr>
      <w:keepNext/>
      <w:jc w:val="center"/>
      <w:outlineLvl w:val="0"/>
    </w:pPr>
    <w:rPr>
      <w:rFonts w:eastAsia="Times New Roman"/>
      <w:b/>
      <w:sz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C5C5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C5C52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4C5C52"/>
    <w:pPr>
      <w:jc w:val="center"/>
    </w:pPr>
    <w:rPr>
      <w:rFonts w:eastAsia="Times New Roman"/>
      <w:b/>
      <w:sz w:val="32"/>
    </w:rPr>
  </w:style>
  <w:style w:type="paragraph" w:styleId="ListBullet">
    <w:name w:val="List Bullet"/>
    <w:basedOn w:val="Normal"/>
    <w:autoRedefine/>
    <w:rsid w:val="004C5C52"/>
    <w:pPr>
      <w:numPr>
        <w:numId w:val="1"/>
      </w:numPr>
    </w:pPr>
    <w:rPr>
      <w:rFonts w:eastAsia="Times New Roman"/>
    </w:rPr>
  </w:style>
  <w:style w:type="paragraph" w:styleId="BodyText">
    <w:name w:val="Body Text"/>
    <w:basedOn w:val="Normal"/>
    <w:rsid w:val="004C5C52"/>
    <w:rPr>
      <w:rFonts w:ascii="Arial" w:hAnsi="Arial"/>
      <w:sz w:val="18"/>
    </w:rPr>
  </w:style>
  <w:style w:type="paragraph" w:styleId="BodyText2">
    <w:name w:val="Body Text 2"/>
    <w:basedOn w:val="Normal"/>
    <w:rsid w:val="004C5C52"/>
  </w:style>
  <w:style w:type="paragraph" w:styleId="NormalWeb">
    <w:name w:val="Normal (Web)"/>
    <w:basedOn w:val="Normal"/>
    <w:uiPriority w:val="99"/>
    <w:unhideWhenUsed/>
    <w:rsid w:val="003C541A"/>
    <w:pPr>
      <w:spacing w:after="150"/>
    </w:pPr>
    <w:rPr>
      <w:rFonts w:eastAsia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75D30"/>
    <w:pPr>
      <w:ind w:left="720"/>
    </w:pPr>
  </w:style>
  <w:style w:type="character" w:styleId="Hyperlink">
    <w:name w:val="Hyperlink"/>
    <w:basedOn w:val="DefaultParagraphFont"/>
    <w:uiPriority w:val="99"/>
    <w:unhideWhenUsed/>
    <w:rsid w:val="00475D3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27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orn\OneDrive%20-%20The%20Guttman%20Group\pcorn\Branding\Letterheads\Guttman-Energy-Letterhea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C:\Users\PCorn\OneDrive - The Guttman Group\pcorn\Branding\Letterheads\Guttman-Energy-Letterhead.dotx</Template>
  <TotalTime>2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April 7, 2004</vt:lpstr>
    </vt:vector>
  </TitlesOfParts>
  <Company>Desbrow &amp; Associates</Company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April 7, 2004</dc:title>
  <dc:subject/>
  <dc:creator>Pam Corn</dc:creator>
  <cp:keywords/>
  <cp:lastModifiedBy>Jessica Joseph, Apple Box Studios</cp:lastModifiedBy>
  <cp:revision>3</cp:revision>
  <cp:lastPrinted>2005-10-25T13:14:00Z</cp:lastPrinted>
  <dcterms:created xsi:type="dcterms:W3CDTF">2022-12-22T19:34:00Z</dcterms:created>
  <dcterms:modified xsi:type="dcterms:W3CDTF">2023-06-13T19:24:00Z</dcterms:modified>
</cp:coreProperties>
</file>